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B5" w:rsidRPr="00FF5F12" w:rsidRDefault="00D20DB5" w:rsidP="003A71C6">
      <w:pPr>
        <w:pStyle w:val="NoSpacing"/>
        <w:jc w:val="center"/>
        <w:rPr>
          <w:rFonts w:ascii="Times New Roman" w:hAnsi="Times New Roman"/>
          <w:sz w:val="36"/>
          <w:szCs w:val="36"/>
        </w:rPr>
      </w:pPr>
      <w:r w:rsidRPr="00FF5F12">
        <w:rPr>
          <w:rFonts w:ascii="Times New Roman" w:hAnsi="Times New Roman"/>
          <w:sz w:val="36"/>
          <w:szCs w:val="36"/>
        </w:rPr>
        <w:t>FORMULIR PENDAFTARAN</w:t>
      </w:r>
      <w:r>
        <w:rPr>
          <w:rFonts w:ascii="Times New Roman" w:hAnsi="Times New Roman"/>
          <w:sz w:val="36"/>
          <w:szCs w:val="36"/>
        </w:rPr>
        <w:t xml:space="preserve"> FOTOGRAFI</w:t>
      </w:r>
    </w:p>
    <w:p w:rsidR="00D20DB5" w:rsidRPr="00FF5F12" w:rsidRDefault="00D20DB5" w:rsidP="003A71C6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Nama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F5F12">
        <w:rPr>
          <w:rFonts w:ascii="Times New Roman" w:hAnsi="Times New Roman"/>
          <w:sz w:val="28"/>
          <w:szCs w:val="28"/>
        </w:rPr>
        <w:t>: ______________________________________________</w:t>
      </w:r>
    </w:p>
    <w:p w:rsidR="00D20DB5" w:rsidRPr="00FF5F12" w:rsidRDefault="00D20DB5" w:rsidP="003A71C6">
      <w:pPr>
        <w:pStyle w:val="NoSpacing"/>
        <w:rPr>
          <w:rFonts w:ascii="Times New Roman" w:hAnsi="Times New Roman"/>
          <w:sz w:val="28"/>
          <w:szCs w:val="28"/>
        </w:rPr>
      </w:pPr>
      <w:r w:rsidRPr="00FF5F12">
        <w:rPr>
          <w:rFonts w:ascii="Times New Roman" w:hAnsi="Times New Roman"/>
          <w:sz w:val="28"/>
          <w:szCs w:val="28"/>
        </w:rPr>
        <w:t xml:space="preserve">Alamat </w:t>
      </w:r>
      <w:r w:rsidRPr="00FF5F12">
        <w:rPr>
          <w:rFonts w:ascii="Times New Roman" w:hAnsi="Times New Roman"/>
          <w:sz w:val="28"/>
          <w:szCs w:val="28"/>
        </w:rPr>
        <w:tab/>
      </w:r>
      <w:r w:rsidRPr="00FF5F12">
        <w:rPr>
          <w:rFonts w:ascii="Times New Roman" w:hAnsi="Times New Roman"/>
          <w:sz w:val="28"/>
          <w:szCs w:val="28"/>
        </w:rPr>
        <w:tab/>
        <w:t>: ______________________________________________</w:t>
      </w:r>
    </w:p>
    <w:p w:rsidR="00D20DB5" w:rsidRPr="00FF5F12" w:rsidRDefault="00D20DB5" w:rsidP="003A71C6">
      <w:pPr>
        <w:pStyle w:val="NoSpacing"/>
        <w:ind w:left="2160"/>
        <w:rPr>
          <w:rFonts w:ascii="Times New Roman" w:hAnsi="Times New Roman"/>
          <w:sz w:val="28"/>
          <w:szCs w:val="28"/>
        </w:rPr>
      </w:pPr>
      <w:r w:rsidRPr="00FF5F12">
        <w:rPr>
          <w:rFonts w:ascii="Times New Roman" w:hAnsi="Times New Roman"/>
          <w:sz w:val="28"/>
          <w:szCs w:val="28"/>
        </w:rPr>
        <w:t xml:space="preserve">  ______________________________________________</w:t>
      </w:r>
    </w:p>
    <w:p w:rsidR="00D20DB5" w:rsidRDefault="00D20DB5" w:rsidP="003A71C6">
      <w:pPr>
        <w:pStyle w:val="NoSpacing"/>
        <w:ind w:left="2160" w:firstLine="195"/>
        <w:rPr>
          <w:rFonts w:ascii="Times New Roman" w:hAnsi="Times New Roman"/>
          <w:sz w:val="28"/>
          <w:szCs w:val="28"/>
        </w:rPr>
      </w:pPr>
      <w:r w:rsidRPr="00FF5F12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D20DB5" w:rsidRDefault="00D20DB5" w:rsidP="003A71C6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Asal Sekolah/    </w:t>
      </w:r>
      <w:r>
        <w:rPr>
          <w:rFonts w:ascii="Times New Roman" w:hAnsi="Times New Roman"/>
          <w:sz w:val="28"/>
          <w:szCs w:val="28"/>
        </w:rPr>
        <w:tab/>
        <w:t>:</w:t>
      </w:r>
      <w:r w:rsidRPr="005D080A">
        <w:rPr>
          <w:rFonts w:ascii="Times New Roman" w:hAnsi="Times New Roman"/>
          <w:sz w:val="28"/>
          <w:szCs w:val="28"/>
        </w:rPr>
        <w:t xml:space="preserve"> </w:t>
      </w:r>
      <w:r w:rsidRPr="00FF5F12"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Universitas       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FF5F12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D20DB5" w:rsidRPr="00FF5F12" w:rsidRDefault="00D20DB5" w:rsidP="003A71C6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UMUR              </w:t>
      </w:r>
      <w:r>
        <w:rPr>
          <w:rFonts w:ascii="Times New Roman" w:hAnsi="Times New Roman"/>
          <w:sz w:val="28"/>
          <w:szCs w:val="28"/>
        </w:rPr>
        <w:tab/>
        <w:t>:</w:t>
      </w:r>
      <w:r w:rsidRPr="005D080A">
        <w:rPr>
          <w:rFonts w:ascii="Times New Roman" w:hAnsi="Times New Roman"/>
          <w:sz w:val="28"/>
          <w:szCs w:val="28"/>
        </w:rPr>
        <w:t xml:space="preserve"> </w:t>
      </w:r>
      <w:r w:rsidRPr="00FF5F12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D20DB5" w:rsidRDefault="00D20DB5" w:rsidP="003A71C6">
      <w:pPr>
        <w:pStyle w:val="NoSpacing"/>
        <w:rPr>
          <w:rFonts w:ascii="Times New Roman" w:hAnsi="Times New Roman"/>
          <w:sz w:val="28"/>
          <w:szCs w:val="28"/>
        </w:rPr>
      </w:pPr>
      <w:r w:rsidRPr="00FF5F12">
        <w:rPr>
          <w:rFonts w:ascii="Times New Roman" w:hAnsi="Times New Roman"/>
          <w:sz w:val="28"/>
          <w:szCs w:val="28"/>
        </w:rPr>
        <w:t xml:space="preserve">Judul </w:t>
      </w:r>
      <w:r>
        <w:rPr>
          <w:rFonts w:ascii="Times New Roman" w:hAnsi="Times New Roman"/>
          <w:sz w:val="28"/>
          <w:szCs w:val="28"/>
        </w:rPr>
        <w:t>foto</w:t>
      </w:r>
      <w:r w:rsidRPr="00FF5F12">
        <w:rPr>
          <w:rFonts w:ascii="Times New Roman" w:hAnsi="Times New Roman"/>
          <w:sz w:val="28"/>
          <w:szCs w:val="28"/>
        </w:rPr>
        <w:tab/>
      </w:r>
      <w:r w:rsidRPr="00FF5F12">
        <w:rPr>
          <w:rFonts w:ascii="Times New Roman" w:hAnsi="Times New Roman"/>
          <w:sz w:val="28"/>
          <w:szCs w:val="28"/>
        </w:rPr>
        <w:tab/>
        <w:t>: ______________________________________________</w:t>
      </w:r>
    </w:p>
    <w:p w:rsidR="00D20DB5" w:rsidRDefault="00D20DB5" w:rsidP="003A71C6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Penjelasan Foto</w:t>
      </w:r>
      <w:r>
        <w:rPr>
          <w:rFonts w:ascii="Times New Roman" w:hAnsi="Times New Roman"/>
          <w:sz w:val="28"/>
          <w:szCs w:val="28"/>
        </w:rPr>
        <w:tab/>
        <w:t xml:space="preserve">: </w:t>
      </w:r>
      <w:r w:rsidRPr="00FF5F12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D20DB5" w:rsidRDefault="00D20DB5" w:rsidP="003A71C6">
      <w:pPr>
        <w:pStyle w:val="NoSpacing"/>
        <w:ind w:left="144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F5F12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D20DB5" w:rsidRDefault="00D20DB5" w:rsidP="003A71C6">
      <w:pPr>
        <w:pStyle w:val="NoSpacing"/>
        <w:ind w:left="2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F5F12"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20DB5" w:rsidRDefault="00D20DB5" w:rsidP="003A71C6">
      <w:pPr>
        <w:pStyle w:val="NoSpacing"/>
        <w:ind w:left="144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F5F12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D20DB5" w:rsidRDefault="00D20DB5" w:rsidP="003A71C6">
      <w:pPr>
        <w:pStyle w:val="NoSpacing"/>
        <w:ind w:left="144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F5F12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D20DB5" w:rsidRDefault="00D20DB5" w:rsidP="003A71C6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Nomor telpon/HP</w:t>
      </w:r>
      <w:r>
        <w:rPr>
          <w:rFonts w:ascii="Times New Roman" w:hAnsi="Times New Roman"/>
          <w:sz w:val="28"/>
          <w:szCs w:val="28"/>
        </w:rPr>
        <w:tab/>
      </w:r>
      <w:r w:rsidRPr="00FF5F12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____________________________________________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20DB5" w:rsidRPr="0016558A" w:rsidRDefault="00D20DB5" w:rsidP="003A71C6">
      <w:pPr>
        <w:pStyle w:val="NoSpacing"/>
        <w:rPr>
          <w:rFonts w:ascii="Bauhaus 93" w:hAnsi="Bauhaus 93"/>
          <w:sz w:val="44"/>
          <w:szCs w:val="44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Bauhaus 93" w:hAnsi="Bauhaus 93"/>
          <w:sz w:val="44"/>
          <w:szCs w:val="44"/>
        </w:rPr>
        <w:t>Persyaratan Lo</w:t>
      </w:r>
      <w:r w:rsidRPr="0016558A">
        <w:rPr>
          <w:rFonts w:ascii="Bauhaus 93" w:hAnsi="Bauhaus 93"/>
          <w:sz w:val="44"/>
          <w:szCs w:val="44"/>
        </w:rPr>
        <w:t xml:space="preserve">mba Fotografi </w:t>
      </w:r>
    </w:p>
    <w:p w:rsidR="00D20DB5" w:rsidRDefault="00D20DB5" w:rsidP="003A71C6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Format foto berwarna maupun hitam putih</w:t>
      </w:r>
    </w:p>
    <w:p w:rsidR="00D20DB5" w:rsidRDefault="00D20DB5" w:rsidP="003A71C6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Olah Digital diperkenankan, sepanjang dapat dilakukan dalam proses tehknik kamar gelap,dan tidak melakukan proses penggabungan beberapa foto; manipulasi hanya sebatas koreksi warna/kontras;editing sebatas leveling dan saturation bukan hasil re-touch maupun manipulasi komputer lainnya</w:t>
      </w:r>
    </w:p>
    <w:p w:rsidR="00D20DB5" w:rsidRDefault="00D20DB5" w:rsidP="003A71C6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Betema “Lingkungan”</w:t>
      </w:r>
    </w:p>
    <w:p w:rsidR="00D20DB5" w:rsidRPr="00FF5F12" w:rsidRDefault="00D20DB5" w:rsidP="003A71C6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FF5F12">
        <w:rPr>
          <w:rFonts w:ascii="Times New Roman" w:hAnsi="Times New Roman"/>
          <w:sz w:val="28"/>
          <w:szCs w:val="28"/>
        </w:rPr>
        <w:t>Kriteria Umur min 14-20 tahun</w:t>
      </w:r>
    </w:p>
    <w:p w:rsidR="00D20DB5" w:rsidRPr="00FF5F12" w:rsidRDefault="00D20DB5" w:rsidP="003A71C6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FF5F12">
        <w:rPr>
          <w:rFonts w:ascii="Times New Roman" w:hAnsi="Times New Roman"/>
          <w:sz w:val="28"/>
          <w:szCs w:val="28"/>
        </w:rPr>
        <w:t>Membayar Uang Formulir Rp.</w:t>
      </w:r>
      <w:r>
        <w:rPr>
          <w:rFonts w:ascii="Times New Roman" w:hAnsi="Times New Roman"/>
          <w:sz w:val="28"/>
          <w:szCs w:val="28"/>
        </w:rPr>
        <w:t>30</w:t>
      </w:r>
      <w:r w:rsidRPr="00FF5F12">
        <w:rPr>
          <w:rFonts w:ascii="Times New Roman" w:hAnsi="Times New Roman"/>
          <w:sz w:val="28"/>
          <w:szCs w:val="28"/>
        </w:rPr>
        <w:t>.000,-</w:t>
      </w:r>
    </w:p>
    <w:p w:rsidR="00D20DB5" w:rsidRPr="00FF5F12" w:rsidRDefault="00D20DB5" w:rsidP="003A71C6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FF5F12">
        <w:rPr>
          <w:rFonts w:ascii="Times New Roman" w:hAnsi="Times New Roman"/>
          <w:sz w:val="28"/>
          <w:szCs w:val="28"/>
        </w:rPr>
        <w:t>Mengisi Formulir dengan Lengkap</w:t>
      </w:r>
    </w:p>
    <w:p w:rsidR="00D20DB5" w:rsidRPr="00FF5F12" w:rsidRDefault="00D20DB5" w:rsidP="003A71C6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FF5F12">
        <w:rPr>
          <w:rFonts w:ascii="Times New Roman" w:hAnsi="Times New Roman"/>
          <w:sz w:val="28"/>
          <w:szCs w:val="28"/>
        </w:rPr>
        <w:t xml:space="preserve">Menyerahkan Foto Copy Kartu Pelajar/ KTP </w:t>
      </w:r>
    </w:p>
    <w:p w:rsidR="00D20DB5" w:rsidRPr="00EF28B5" w:rsidRDefault="00D20DB5" w:rsidP="003A71C6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FF5F12">
        <w:rPr>
          <w:rFonts w:ascii="Times New Roman" w:hAnsi="Times New Roman"/>
          <w:sz w:val="28"/>
          <w:szCs w:val="28"/>
        </w:rPr>
        <w:t xml:space="preserve">Diserahkan </w:t>
      </w:r>
      <w:r>
        <w:rPr>
          <w:rFonts w:ascii="Times New Roman" w:hAnsi="Times New Roman"/>
          <w:sz w:val="28"/>
          <w:szCs w:val="28"/>
        </w:rPr>
        <w:t>paling lambat tanggal : 15 Juni</w:t>
      </w:r>
      <w:r w:rsidRPr="00EF28B5">
        <w:rPr>
          <w:rFonts w:ascii="Times New Roman" w:hAnsi="Times New Roman"/>
          <w:sz w:val="28"/>
          <w:szCs w:val="28"/>
        </w:rPr>
        <w:t xml:space="preserve"> 2013</w:t>
      </w:r>
    </w:p>
    <w:p w:rsidR="00D20DB5" w:rsidRPr="00EF28B5" w:rsidRDefault="00D20DB5" w:rsidP="003A71C6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EF28B5">
        <w:rPr>
          <w:rFonts w:ascii="Times New Roman" w:hAnsi="Times New Roman"/>
          <w:sz w:val="28"/>
          <w:szCs w:val="28"/>
        </w:rPr>
        <w:t>Melengkapi Persyaratan yang Ada</w:t>
      </w:r>
    </w:p>
    <w:p w:rsidR="00D20DB5" w:rsidRPr="00EF28B5" w:rsidRDefault="00D20DB5" w:rsidP="003A71C6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Mencan</w:t>
      </w:r>
      <w:r w:rsidRPr="00EF28B5">
        <w:rPr>
          <w:rFonts w:ascii="Times New Roman" w:hAnsi="Times New Roman"/>
          <w:sz w:val="28"/>
          <w:szCs w:val="28"/>
        </w:rPr>
        <w:t>tu</w:t>
      </w:r>
      <w:r>
        <w:rPr>
          <w:rFonts w:ascii="Times New Roman" w:hAnsi="Times New Roman"/>
          <w:sz w:val="28"/>
          <w:szCs w:val="28"/>
        </w:rPr>
        <w:t>m</w:t>
      </w:r>
      <w:r w:rsidRPr="00EF28B5">
        <w:rPr>
          <w:rFonts w:ascii="Times New Roman" w:hAnsi="Times New Roman"/>
          <w:sz w:val="28"/>
          <w:szCs w:val="28"/>
        </w:rPr>
        <w:t>kan judul foto, penjelasan singkat makna foto, serta biodata peserta</w:t>
      </w:r>
    </w:p>
    <w:p w:rsidR="00D20DB5" w:rsidRPr="00EF28B5" w:rsidRDefault="00D20DB5" w:rsidP="003A71C6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F28B5">
        <w:rPr>
          <w:rFonts w:ascii="Times New Roman" w:hAnsi="Times New Roman"/>
          <w:sz w:val="28"/>
          <w:szCs w:val="28"/>
        </w:rPr>
        <w:t>Dikirimkan ke SMAN 4 Depok Berbentuk Hard Copy format 10R.</w:t>
      </w:r>
    </w:p>
    <w:p w:rsidR="00D20DB5" w:rsidRPr="00EF28B5" w:rsidRDefault="00D20DB5" w:rsidP="003A71C6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F28B5">
        <w:rPr>
          <w:rFonts w:ascii="Times New Roman" w:hAnsi="Times New Roman"/>
          <w:sz w:val="28"/>
          <w:szCs w:val="28"/>
        </w:rPr>
        <w:t>Melampirkan formulir ini</w:t>
      </w:r>
    </w:p>
    <w:p w:rsidR="00D20DB5" w:rsidRPr="003A71C6" w:rsidRDefault="00D20DB5" w:rsidP="003A71C6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F28B5">
        <w:rPr>
          <w:rFonts w:ascii="Times New Roman" w:hAnsi="Times New Roman"/>
          <w:sz w:val="28"/>
          <w:szCs w:val="28"/>
        </w:rPr>
        <w:t>Foto Tidak Boleh Mengandung SARA, Pornografi dan Kekerasa</w:t>
      </w:r>
      <w:r>
        <w:rPr>
          <w:rFonts w:ascii="Times New Roman" w:hAnsi="Times New Roman"/>
          <w:sz w:val="28"/>
          <w:szCs w:val="28"/>
        </w:rPr>
        <w:t>n</w:t>
      </w:r>
    </w:p>
    <w:sectPr w:rsidR="00D20DB5" w:rsidRPr="003A71C6" w:rsidSect="0066649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DB5" w:rsidRDefault="00D20DB5" w:rsidP="003A71C6">
      <w:pPr>
        <w:spacing w:after="0" w:line="240" w:lineRule="auto"/>
      </w:pPr>
      <w:r>
        <w:separator/>
      </w:r>
    </w:p>
  </w:endnote>
  <w:endnote w:type="continuationSeparator" w:id="0">
    <w:p w:rsidR="00D20DB5" w:rsidRDefault="00D20DB5" w:rsidP="003A7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uhaus 93">
    <w:altName w:val="Space Bd B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roadway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DB5" w:rsidRPr="00A722B1" w:rsidRDefault="00D20DB5" w:rsidP="003A71C6">
    <w:pPr>
      <w:pStyle w:val="NoSpacing"/>
      <w:rPr>
        <w:rFonts w:ascii="Times New Roman" w:hAnsi="Times New Roman"/>
      </w:rPr>
    </w:pPr>
    <w:r>
      <w:rPr>
        <w:rFonts w:ascii="Times New Roman" w:hAnsi="Times New Roman"/>
      </w:rPr>
      <w:t>Nb : Keputusan Juri Tidak Dapat Diganggu gugat.</w:t>
    </w:r>
  </w:p>
  <w:p w:rsidR="00D20DB5" w:rsidRDefault="00D20DB5" w:rsidP="003A71C6">
    <w:pPr>
      <w:pStyle w:val="NoSpacing"/>
      <w:rPr>
        <w:rFonts w:ascii="Times New Roman" w:hAnsi="Times New Roman"/>
      </w:rPr>
    </w:pPr>
    <w:r>
      <w:rPr>
        <w:rFonts w:ascii="Times New Roman" w:hAnsi="Times New Roman"/>
      </w:rPr>
      <w:t>Informasi berlanjut Hubungi :</w:t>
    </w:r>
  </w:p>
  <w:p w:rsidR="00D20DB5" w:rsidRDefault="00D20DB5" w:rsidP="003A71C6">
    <w:pPr>
      <w:pStyle w:val="NoSpacing"/>
      <w:rPr>
        <w:rFonts w:ascii="Times New Roman" w:hAnsi="Times New Roman"/>
      </w:rPr>
    </w:pPr>
    <w:r>
      <w:rPr>
        <w:rFonts w:ascii="Times New Roman" w:hAnsi="Times New Roman"/>
      </w:rPr>
      <w:t>CP : 085716184045 Ayang         CP: 085715233750780 Bobby</w:t>
    </w:r>
  </w:p>
  <w:p w:rsidR="00D20DB5" w:rsidRDefault="00D20DB5" w:rsidP="003A71C6">
    <w:pPr>
      <w:pStyle w:val="NoSpacing"/>
      <w:spacing w:line="480" w:lineRule="auto"/>
      <w:rPr>
        <w:rFonts w:ascii="Times New Roman" w:hAnsi="Times New Roman"/>
      </w:rPr>
    </w:pPr>
    <w:r>
      <w:rPr>
        <w:rFonts w:ascii="Times New Roman" w:hAnsi="Times New Roman"/>
      </w:rPr>
      <w:t>Twitter : @soretiga_arcana         Facebook:  SoreTiga Arcana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DB5" w:rsidRDefault="00D20DB5" w:rsidP="003A71C6">
      <w:pPr>
        <w:spacing w:after="0" w:line="240" w:lineRule="auto"/>
      </w:pPr>
      <w:r>
        <w:separator/>
      </w:r>
    </w:p>
  </w:footnote>
  <w:footnote w:type="continuationSeparator" w:id="0">
    <w:p w:rsidR="00D20DB5" w:rsidRDefault="00D20DB5" w:rsidP="003A7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DB5" w:rsidRDefault="00D20DB5" w:rsidP="003A71C6">
    <w:pPr>
      <w:pBdr>
        <w:bottom w:val="thinThickThinSmallGap" w:sz="24" w:space="0" w:color="auto"/>
      </w:pBdr>
      <w:spacing w:line="240" w:lineRule="auto"/>
      <w:jc w:val="center"/>
      <w:rPr>
        <w:rFonts w:ascii="Broadway BT" w:hAnsi="Broadway BT"/>
        <w:sz w:val="28"/>
        <w:szCs w:val="28"/>
      </w:rPr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style="position:absolute;left:0;text-align:left;margin-left:363pt;margin-top:4.5pt;width:72.75pt;height:71.25pt;z-index:-251658240;visibility:visible">
          <v:imagedata r:id="rId1" o:title=""/>
        </v:shape>
      </w:pict>
    </w:r>
    <w:r>
      <w:rPr>
        <w:noProof/>
        <w:lang w:val="en-US" w:eastAsia="en-US"/>
      </w:rPr>
      <w:pict>
        <v:shape id="Picture 1" o:spid="_x0000_s2050" type="#_x0000_t75" style="position:absolute;left:0;text-align:left;margin-left:33.75pt;margin-top:-6pt;width:78pt;height:78pt;z-index:251657216;visibility:visible">
          <v:imagedata r:id="rId2" o:title=""/>
          <w10:wrap type="square"/>
        </v:shape>
      </w:pict>
    </w:r>
    <w:r>
      <w:rPr>
        <w:rFonts w:ascii="Broadway BT" w:hAnsi="Broadway BT"/>
        <w:sz w:val="28"/>
        <w:szCs w:val="28"/>
      </w:rPr>
      <w:t>OSIS – MPK</w:t>
    </w:r>
  </w:p>
  <w:p w:rsidR="00D20DB5" w:rsidRDefault="00D20DB5" w:rsidP="003A71C6">
    <w:pPr>
      <w:pBdr>
        <w:bottom w:val="thinThickThinSmallGap" w:sz="24" w:space="0" w:color="auto"/>
      </w:pBdr>
      <w:spacing w:line="240" w:lineRule="auto"/>
      <w:jc w:val="center"/>
      <w:rPr>
        <w:rFonts w:ascii="Broadway BT" w:hAnsi="Broadway BT"/>
        <w:sz w:val="28"/>
        <w:szCs w:val="28"/>
      </w:rPr>
    </w:pPr>
    <w:r>
      <w:rPr>
        <w:rFonts w:ascii="Broadway BT" w:hAnsi="Broadway BT"/>
        <w:sz w:val="28"/>
        <w:szCs w:val="28"/>
      </w:rPr>
      <w:t>SMA NEGERI 4 DEPOK</w:t>
    </w:r>
  </w:p>
  <w:p w:rsidR="00D20DB5" w:rsidRDefault="00D20DB5" w:rsidP="003A71C6">
    <w:pPr>
      <w:pBdr>
        <w:bottom w:val="thinThickThinSmallGap" w:sz="24" w:space="0" w:color="auto"/>
      </w:pBdr>
      <w:tabs>
        <w:tab w:val="left" w:pos="1125"/>
        <w:tab w:val="center" w:pos="4513"/>
      </w:tabs>
      <w:spacing w:line="240" w:lineRule="auto"/>
      <w:jc w:val="center"/>
    </w:pPr>
    <w:r>
      <w:t>Jl. Jeruk Raya No. 1 Sukatani Tapos Depok</w:t>
    </w:r>
  </w:p>
  <w:p w:rsidR="00D20DB5" w:rsidRDefault="00D20DB5" w:rsidP="003A71C6">
    <w:pPr>
      <w:pBdr>
        <w:bottom w:val="thinThickThinSmallGap" w:sz="24" w:space="0" w:color="auto"/>
      </w:pBdr>
      <w:tabs>
        <w:tab w:val="left" w:pos="1641"/>
        <w:tab w:val="center" w:pos="4154"/>
      </w:tabs>
      <w:spacing w:line="240" w:lineRule="auto"/>
      <w:jc w:val="center"/>
    </w:pPr>
    <w:r>
      <w:sym w:font="Webdings" w:char="F0C9"/>
    </w:r>
    <w:r>
      <w:rPr>
        <w:rFonts w:ascii="Courier New" w:hAnsi="Courier New" w:cs="Courier New"/>
      </w:rPr>
      <w:t>021 – 8743464</w:t>
    </w:r>
    <w:r>
      <w:t xml:space="preserve"> </w:t>
    </w:r>
    <w:r>
      <w:sym w:font="Webdings" w:char="F0CA"/>
    </w:r>
    <w:r>
      <w:rPr>
        <w:rFonts w:ascii="Courier New" w:hAnsi="Courier New" w:cs="Courier New"/>
      </w:rPr>
      <w:t>021 – 8743464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E07F9"/>
    <w:multiLevelType w:val="hybridMultilevel"/>
    <w:tmpl w:val="3C1443A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1C6"/>
    <w:rsid w:val="0016558A"/>
    <w:rsid w:val="003A71C6"/>
    <w:rsid w:val="00433181"/>
    <w:rsid w:val="005D080A"/>
    <w:rsid w:val="00666494"/>
    <w:rsid w:val="00A722B1"/>
    <w:rsid w:val="00B75B22"/>
    <w:rsid w:val="00C81431"/>
    <w:rsid w:val="00D20DB5"/>
    <w:rsid w:val="00EF28B5"/>
    <w:rsid w:val="00F07271"/>
    <w:rsid w:val="00FB1055"/>
    <w:rsid w:val="00FF5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1C6"/>
    <w:pPr>
      <w:spacing w:after="200" w:line="276" w:lineRule="auto"/>
    </w:pPr>
    <w:rPr>
      <w:rFonts w:eastAsia="Times New Roman"/>
      <w:lang w:val="id-ID"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A71C6"/>
    <w:rPr>
      <w:rFonts w:eastAsia="Times New Roman"/>
      <w:lang w:val="id-ID" w:eastAsia="ko-KR"/>
    </w:rPr>
  </w:style>
  <w:style w:type="paragraph" w:styleId="Header">
    <w:name w:val="header"/>
    <w:basedOn w:val="Normal"/>
    <w:link w:val="HeaderChar"/>
    <w:uiPriority w:val="99"/>
    <w:rsid w:val="003A71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1C6"/>
    <w:rPr>
      <w:rFonts w:eastAsia="Times New Roman" w:cs="Times New Roman"/>
      <w:lang w:eastAsia="ko-KR"/>
    </w:rPr>
  </w:style>
  <w:style w:type="paragraph" w:styleId="Footer">
    <w:name w:val="footer"/>
    <w:basedOn w:val="Normal"/>
    <w:link w:val="FooterChar"/>
    <w:uiPriority w:val="99"/>
    <w:rsid w:val="003A71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1C6"/>
    <w:rPr>
      <w:rFonts w:eastAsia="Times New Roman" w:cs="Times New Roman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247</Words>
  <Characters>1410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 Pico</dc:creator>
  <cp:keywords/>
  <dc:description/>
  <cp:lastModifiedBy>pungky</cp:lastModifiedBy>
  <cp:revision>2</cp:revision>
  <dcterms:created xsi:type="dcterms:W3CDTF">2013-05-27T11:24:00Z</dcterms:created>
  <dcterms:modified xsi:type="dcterms:W3CDTF">2013-05-27T14:24:00Z</dcterms:modified>
</cp:coreProperties>
</file>